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B8" w:rsidRDefault="001F189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7841C" wp14:editId="2CB3E902">
                <wp:simplePos x="0" y="0"/>
                <wp:positionH relativeFrom="column">
                  <wp:posOffset>-352426</wp:posOffset>
                </wp:positionH>
                <wp:positionV relativeFrom="paragraph">
                  <wp:posOffset>127000</wp:posOffset>
                </wp:positionV>
                <wp:extent cx="6353175" cy="8858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72B8" w:rsidRDefault="008772B8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drawing>
                                <wp:inline distT="0" distB="0" distL="0" distR="0" wp14:anchorId="24660482" wp14:editId="78C7AB2B">
                                  <wp:extent cx="428625" cy="371475"/>
                                  <wp:effectExtent l="0" t="0" r="9525" b="9525"/>
                                  <wp:docPr id="5" name="il_fi" descr="http://icons.mysitemyway.com/wp-content/gallery/high-resolution-dark-blue-denim-jeans-icons-people-things/thumbs/thumbs_064122-high-resolution-dark-blue-denim-jeans-icon-people-things-bed1-sc43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cons.mysitemyway.com/wp-content/gallery/high-resolution-dark-blue-denim-jeans-icons-people-things/thumbs/thumbs_064122-high-resolution-dark-blue-denim-jeans-icon-people-things-bed1-sc43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862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4 bedrooms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drawing>
                                <wp:inline distT="0" distB="0" distL="0" distR="0" wp14:anchorId="1EFE7673" wp14:editId="2312EDED">
                                  <wp:extent cx="238125" cy="499894"/>
                                  <wp:effectExtent l="0" t="0" r="0" b="0"/>
                                  <wp:docPr id="6" name="il_fi" descr="http://www.clker.com/cliparts/j/N/J/Y/a/p/cooking-icon-md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clker.com/cliparts/j/N/J/Y/a/p/cooking-icon-md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125" cy="4998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2 kitchens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drawing>
                                <wp:inline distT="0" distB="0" distL="0" distR="0" wp14:anchorId="283E4FE7" wp14:editId="798C0A3C">
                                  <wp:extent cx="504825" cy="504825"/>
                                  <wp:effectExtent l="0" t="0" r="9525" b="9525"/>
                                  <wp:docPr id="8" name="il_fi" descr="http://img242.imageshack.us/img242/214/uns536yb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img242.imageshack.us/img242/214/uns536yb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504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1 pool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drawing>
                                <wp:inline distT="0" distB="0" distL="0" distR="0" wp14:anchorId="0C719E48" wp14:editId="7DD1D4A5">
                                  <wp:extent cx="447675" cy="447675"/>
                                  <wp:effectExtent l="0" t="0" r="9525" b="9525"/>
                                  <wp:docPr id="9" name="il_fi" descr="http://web.portal.globe.com.ph/globe/wap_2/img/apps/64x64/CouchPotato_ico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eb.portal.globe.com.ph/globe/wap_2/img/apps/64x64/CouchPotato_ico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447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2 lounges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NZ"/>
                              </w:rPr>
                              <w:drawing>
                                <wp:inline distT="0" distB="0" distL="0" distR="0" wp14:anchorId="75D7A963" wp14:editId="6D8A2715">
                                  <wp:extent cx="381000" cy="381000"/>
                                  <wp:effectExtent l="0" t="0" r="0" b="0"/>
                                  <wp:docPr id="10" name="il_fi" descr="http://www.meonvillas.co.uk/villasGreatFor/themes/meon/images/search/bathroomIcon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www.meonvillas.co.uk/villasGreatFor/themes/meon/images/search/bathroomIcon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10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4 bathroom  </w:t>
                            </w:r>
                          </w:p>
                          <w:p w:rsidR="008772B8" w:rsidRDefault="008772B8"/>
                          <w:p w:rsidR="008772B8" w:rsidRDefault="008772B8"/>
                          <w:p w:rsidR="008772B8" w:rsidRDefault="008772B8"/>
                          <w:p w:rsidR="008772B8" w:rsidRDefault="008772B8"/>
                          <w:p w:rsidR="008772B8" w:rsidRDefault="008772B8"/>
                          <w:p w:rsidR="008772B8" w:rsidRDefault="008772B8">
                            <w:r>
                              <w:t xml:space="preserve">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vanish/>
                                <w:color w:val="0000FF"/>
                                <w:sz w:val="27"/>
                                <w:szCs w:val="27"/>
                                <w:lang w:eastAsia="en-NZ"/>
                              </w:rPr>
                              <w:drawing>
                                <wp:inline distT="0" distB="0" distL="0" distR="0" wp14:anchorId="680A5506" wp14:editId="6F6CC5E1">
                                  <wp:extent cx="3114675" cy="1466850"/>
                                  <wp:effectExtent l="0" t="0" r="9525" b="0"/>
                                  <wp:docPr id="4" name="rg_hi" descr="http://t0.gstatic.com/images?q=tbn:ANd9GcS1qSfBToyW9tibLlRYl-Or5mOfkGvME_YDBoZT5-0iayWliIm4xQ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S1qSfBToyW9tibLlRYl-Or5mOfkGvME_YDBoZT5-0iayWliIm4xQ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4675" cy="1466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75pt;margin-top:10pt;width:500.25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" fillcolor="white [3201]" strokeweight=".5pt">
                <v:textbox>
                  <w:txbxContent>
                    <w:p w:rsidR="008772B8" w:rsidRDefault="008772B8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drawing>
                          <wp:inline distT="0" distB="0" distL="0" distR="0" wp14:anchorId="24660482" wp14:editId="78C7AB2B">
                            <wp:extent cx="428625" cy="371475"/>
                            <wp:effectExtent l="0" t="0" r="9525" b="9525"/>
                            <wp:docPr id="5" name="il_fi" descr="http://icons.mysitemyway.com/wp-content/gallery/high-resolution-dark-blue-denim-jeans-icons-people-things/thumbs/thumbs_064122-high-resolution-dark-blue-denim-jeans-icon-people-things-bed1-sc43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cons.mysitemyway.com/wp-content/gallery/high-resolution-dark-blue-denim-jeans-icons-people-things/thumbs/thumbs_064122-high-resolution-dark-blue-denim-jeans-icon-people-things-bed1-sc43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862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4 bedrooms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drawing>
                          <wp:inline distT="0" distB="0" distL="0" distR="0" wp14:anchorId="1EFE7673" wp14:editId="2312EDED">
                            <wp:extent cx="238125" cy="499894"/>
                            <wp:effectExtent l="0" t="0" r="0" b="0"/>
                            <wp:docPr id="6" name="il_fi" descr="http://www.clker.com/cliparts/j/N/J/Y/a/p/cooking-icon-md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clker.com/cliparts/j/N/J/Y/a/p/cooking-icon-md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125" cy="4998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2 kitchens      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drawing>
                          <wp:inline distT="0" distB="0" distL="0" distR="0" wp14:anchorId="283E4FE7" wp14:editId="798C0A3C">
                            <wp:extent cx="504825" cy="504825"/>
                            <wp:effectExtent l="0" t="0" r="9525" b="9525"/>
                            <wp:docPr id="8" name="il_fi" descr="http://img242.imageshack.us/img242/214/uns536yb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img242.imageshack.us/img242/214/uns536yb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504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1 pool            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drawing>
                          <wp:inline distT="0" distB="0" distL="0" distR="0" wp14:anchorId="0C719E48" wp14:editId="7DD1D4A5">
                            <wp:extent cx="447675" cy="447675"/>
                            <wp:effectExtent l="0" t="0" r="9525" b="9525"/>
                            <wp:docPr id="9" name="il_fi" descr="http://web.portal.globe.com.ph/globe/wap_2/img/apps/64x64/CouchPotato_ico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eb.portal.globe.com.ph/globe/wap_2/img/apps/64x64/CouchPotato_ico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2 lounges          </w:t>
                      </w: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NZ"/>
                        </w:rPr>
                        <w:drawing>
                          <wp:inline distT="0" distB="0" distL="0" distR="0" wp14:anchorId="75D7A963" wp14:editId="6D8A2715">
                            <wp:extent cx="381000" cy="381000"/>
                            <wp:effectExtent l="0" t="0" r="0" b="0"/>
                            <wp:docPr id="10" name="il_fi" descr="http://www.meonvillas.co.uk/villasGreatFor/themes/meon/images/search/bathroomIcon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www.meonvillas.co.uk/villasGreatFor/themes/meon/images/search/bathroomIcon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10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4 bathroom  </w:t>
                      </w:r>
                    </w:p>
                    <w:p w:rsidR="008772B8" w:rsidRDefault="008772B8"/>
                    <w:p w:rsidR="008772B8" w:rsidRDefault="008772B8"/>
                    <w:p w:rsidR="008772B8" w:rsidRDefault="008772B8"/>
                    <w:p w:rsidR="008772B8" w:rsidRDefault="008772B8"/>
                    <w:p w:rsidR="008772B8" w:rsidRDefault="008772B8"/>
                    <w:p w:rsidR="008772B8" w:rsidRDefault="008772B8">
                      <w:r>
                        <w:t xml:space="preserve">           </w:t>
                      </w:r>
                      <w:r>
                        <w:rPr>
                          <w:rFonts w:ascii="Arial" w:hAnsi="Arial" w:cs="Arial"/>
                          <w:noProof/>
                          <w:vanish/>
                          <w:color w:val="0000FF"/>
                          <w:sz w:val="27"/>
                          <w:szCs w:val="27"/>
                          <w:lang w:eastAsia="en-NZ"/>
                        </w:rPr>
                        <w:drawing>
                          <wp:inline distT="0" distB="0" distL="0" distR="0" wp14:anchorId="680A5506" wp14:editId="6F6CC5E1">
                            <wp:extent cx="3114675" cy="1466850"/>
                            <wp:effectExtent l="0" t="0" r="9525" b="0"/>
                            <wp:docPr id="4" name="rg_hi" descr="http://t0.gstatic.com/images?q=tbn:ANd9GcS1qSfBToyW9tibLlRYl-Or5mOfkGvME_YDBoZT5-0iayWliIm4xQ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S1qSfBToyW9tibLlRYl-Or5mOfkGvME_YDBoZT5-0iayWliIm4xQ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4675" cy="1466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w:drawing>
          <wp:anchor distT="0" distB="0" distL="114300" distR="114300" simplePos="0" relativeHeight="251658240" behindDoc="1" locked="0" layoutInCell="1" allowOverlap="1" wp14:anchorId="1A72286C" wp14:editId="28857BCC">
            <wp:simplePos x="0" y="0"/>
            <wp:positionH relativeFrom="column">
              <wp:posOffset>20320</wp:posOffset>
            </wp:positionH>
            <wp:positionV relativeFrom="paragraph">
              <wp:posOffset>-895350</wp:posOffset>
            </wp:positionV>
            <wp:extent cx="5731510" cy="3223895"/>
            <wp:effectExtent l="0" t="0" r="2540" b="0"/>
            <wp:wrapTight wrapText="bothSides">
              <wp:wrapPolygon edited="0">
                <wp:start x="0" y="0"/>
                <wp:lineTo x="0" y="21443"/>
                <wp:lineTo x="21538" y="21443"/>
                <wp:lineTo x="21538" y="0"/>
                <wp:lineTo x="0" y="0"/>
              </wp:wrapPolygon>
            </wp:wrapTight>
            <wp:docPr id="1" name="Picture 1" descr="S:\Year5\Room 13\sebastian\property press se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Year5\Room 13\sebastian\property press seb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72B8" w:rsidRPr="008772B8" w:rsidRDefault="008772B8" w:rsidP="008772B8"/>
    <w:p w:rsidR="008772B8" w:rsidRDefault="008772B8" w:rsidP="008772B8"/>
    <w:p w:rsidR="00DC4A5F" w:rsidRDefault="008772B8" w:rsidP="008772B8">
      <w:pPr>
        <w:tabs>
          <w:tab w:val="left" w:pos="4005"/>
        </w:tabs>
      </w:pPr>
      <w:r>
        <w:tab/>
      </w:r>
    </w:p>
    <w:p w:rsidR="008772B8" w:rsidRPr="005C3CCB" w:rsidRDefault="008772B8" w:rsidP="008772B8">
      <w:pPr>
        <w:tabs>
          <w:tab w:val="left" w:pos="4005"/>
        </w:tabs>
        <w:rPr>
          <w:sz w:val="48"/>
          <w:szCs w:val="48"/>
        </w:rPr>
      </w:pPr>
      <w:r w:rsidRPr="005C3CCB">
        <w:rPr>
          <w:sz w:val="48"/>
          <w:szCs w:val="48"/>
        </w:rPr>
        <w:t xml:space="preserve">This house </w:t>
      </w:r>
      <w:r w:rsidR="005C3CCB">
        <w:rPr>
          <w:sz w:val="48"/>
          <w:szCs w:val="48"/>
        </w:rPr>
        <w:t>is</w:t>
      </w:r>
      <w:r w:rsidRPr="005C3CCB">
        <w:rPr>
          <w:sz w:val="48"/>
          <w:szCs w:val="48"/>
        </w:rPr>
        <w:t xml:space="preserve"> practically iced with taste.</w:t>
      </w:r>
      <w:r w:rsidR="005C3CCB">
        <w:rPr>
          <w:sz w:val="48"/>
          <w:szCs w:val="48"/>
        </w:rPr>
        <w:t xml:space="preserve"> </w:t>
      </w:r>
      <w:r w:rsidRPr="005C3CCB">
        <w:rPr>
          <w:sz w:val="48"/>
          <w:szCs w:val="48"/>
        </w:rPr>
        <w:t>A taste sensation</w:t>
      </w:r>
      <w:r w:rsidR="005C3CCB">
        <w:rPr>
          <w:sz w:val="48"/>
          <w:szCs w:val="48"/>
        </w:rPr>
        <w:t>,</w:t>
      </w:r>
      <w:r w:rsidR="005C3CCB" w:rsidRPr="005C3CCB">
        <w:rPr>
          <w:sz w:val="48"/>
          <w:szCs w:val="48"/>
        </w:rPr>
        <w:t xml:space="preserve"> a perfect family home</w:t>
      </w:r>
      <w:r w:rsidR="005C3CCB">
        <w:rPr>
          <w:sz w:val="48"/>
          <w:szCs w:val="48"/>
        </w:rPr>
        <w:t>, a recipe</w:t>
      </w:r>
      <w:r w:rsidR="005C3CCB" w:rsidRPr="005C3CCB">
        <w:rPr>
          <w:sz w:val="48"/>
          <w:szCs w:val="48"/>
        </w:rPr>
        <w:t xml:space="preserve"> for success.4 bedrooms and a</w:t>
      </w:r>
      <w:r w:rsidR="005C3CCB">
        <w:rPr>
          <w:sz w:val="48"/>
          <w:szCs w:val="48"/>
        </w:rPr>
        <w:t>n</w:t>
      </w:r>
      <w:r w:rsidR="005C3CCB" w:rsidRPr="005C3CCB">
        <w:rPr>
          <w:sz w:val="48"/>
          <w:szCs w:val="48"/>
        </w:rPr>
        <w:t xml:space="preserve"> ice</w:t>
      </w:r>
      <w:r w:rsidR="005C3CCB">
        <w:rPr>
          <w:sz w:val="48"/>
          <w:szCs w:val="48"/>
        </w:rPr>
        <w:t>-</w:t>
      </w:r>
      <w:r w:rsidR="005C3CCB" w:rsidRPr="005C3CCB">
        <w:rPr>
          <w:sz w:val="48"/>
          <w:szCs w:val="48"/>
        </w:rPr>
        <w:t>cream cone tower!!!!!!</w:t>
      </w:r>
      <w:r w:rsidR="005C3CCB">
        <w:rPr>
          <w:sz w:val="48"/>
          <w:szCs w:val="48"/>
        </w:rPr>
        <w:t xml:space="preserve"> </w:t>
      </w:r>
      <w:proofErr w:type="gramStart"/>
      <w:r w:rsidR="005C3CCB">
        <w:rPr>
          <w:sz w:val="48"/>
          <w:szCs w:val="48"/>
        </w:rPr>
        <w:t xml:space="preserve">Designed by the one and only Willy </w:t>
      </w:r>
      <w:proofErr w:type="spellStart"/>
      <w:r w:rsidR="005C3CCB">
        <w:rPr>
          <w:sz w:val="48"/>
          <w:szCs w:val="48"/>
        </w:rPr>
        <w:t>W</w:t>
      </w:r>
      <w:r w:rsidR="005C3CCB" w:rsidRPr="005C3CCB">
        <w:rPr>
          <w:sz w:val="48"/>
          <w:szCs w:val="48"/>
        </w:rPr>
        <w:t>onka</w:t>
      </w:r>
      <w:proofErr w:type="spellEnd"/>
      <w:r w:rsidR="005C3CCB" w:rsidRPr="005C3CCB">
        <w:rPr>
          <w:sz w:val="48"/>
          <w:szCs w:val="48"/>
        </w:rPr>
        <w:t>.</w:t>
      </w:r>
      <w:proofErr w:type="gramEnd"/>
      <w:r w:rsidR="005C3CCB">
        <w:rPr>
          <w:sz w:val="48"/>
          <w:szCs w:val="48"/>
        </w:rPr>
        <w:t xml:space="preserve"> </w:t>
      </w:r>
      <w:r w:rsidR="005C3CCB" w:rsidRPr="005C3CCB">
        <w:rPr>
          <w:sz w:val="48"/>
          <w:szCs w:val="48"/>
        </w:rPr>
        <w:t>Sprinkled with love</w:t>
      </w:r>
      <w:r w:rsidR="005C3CCB">
        <w:rPr>
          <w:sz w:val="48"/>
          <w:szCs w:val="48"/>
        </w:rPr>
        <w:t>,</w:t>
      </w:r>
      <w:r w:rsidR="005C3CCB" w:rsidRPr="005C3CCB">
        <w:rPr>
          <w:sz w:val="48"/>
          <w:szCs w:val="48"/>
        </w:rPr>
        <w:t xml:space="preserve"> a must have if you have a sweet tooth.</w:t>
      </w:r>
      <w:r w:rsidR="005C3CCB">
        <w:rPr>
          <w:sz w:val="48"/>
          <w:szCs w:val="48"/>
        </w:rPr>
        <w:t xml:space="preserve"> Hurry up it will not be on the market for long.  Easy if </w:t>
      </w:r>
      <w:bookmarkStart w:id="0" w:name="_GoBack"/>
      <w:bookmarkEnd w:id="0"/>
      <w:r w:rsidR="005C3CCB" w:rsidRPr="005C3CCB">
        <w:rPr>
          <w:sz w:val="48"/>
          <w:szCs w:val="48"/>
        </w:rPr>
        <w:t>you</w:t>
      </w:r>
      <w:r w:rsidR="005C3CCB">
        <w:rPr>
          <w:sz w:val="48"/>
          <w:szCs w:val="48"/>
        </w:rPr>
        <w:t xml:space="preserve"> </w:t>
      </w:r>
      <w:r w:rsidR="005C3CCB" w:rsidRPr="005C3CCB">
        <w:rPr>
          <w:sz w:val="48"/>
          <w:szCs w:val="48"/>
        </w:rPr>
        <w:t>want to shape it in your own image</w:t>
      </w:r>
      <w:r w:rsidR="005C3CCB">
        <w:rPr>
          <w:sz w:val="48"/>
          <w:szCs w:val="48"/>
        </w:rPr>
        <w:t>.</w:t>
      </w:r>
    </w:p>
    <w:p w:rsidR="005C3CCB" w:rsidRPr="005C3CCB" w:rsidRDefault="005C3CCB">
      <w:pPr>
        <w:tabs>
          <w:tab w:val="left" w:pos="4005"/>
        </w:tabs>
        <w:rPr>
          <w:sz w:val="48"/>
          <w:szCs w:val="48"/>
        </w:rPr>
      </w:pPr>
    </w:p>
    <w:sectPr w:rsidR="005C3CCB" w:rsidRPr="005C3C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CC9"/>
    <w:rsid w:val="00080CC9"/>
    <w:rsid w:val="001F1891"/>
    <w:rsid w:val="005C3CCB"/>
    <w:rsid w:val="008772B8"/>
    <w:rsid w:val="00DC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C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0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C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hyperlink" Target="http://www.google.co.nz/imgres?imgurl=http://www.raising-redheads.com/images/Bed.jpg&amp;imgrefurl=http://www.raising-redheads.com/superstitions.html&amp;usg=__2u4e_o5bYJQ-1cZLLoVFTqihIbs=&amp;h=226&amp;w=478&amp;sz=8&amp;hl=en&amp;start=8&amp;zoom=1&amp;tbnid=t_lEIrXM4DanIM:&amp;tbnh=61&amp;tbnw=129&amp;ei=R1OmTaEihYa5A82XlfgI&amp;prev=/images?q=bed+icon&amp;um=1&amp;hl=en&amp;safe=active&amp;sa=N&amp;rls=com.microsoft:en-nz:IE-Address&amp;rlz=1I7ADRA_en&amp;biw=1889&amp;bih=870&amp;tbm=isch&amp;um=1&amp;itbs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AEF4141F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2</cp:revision>
  <dcterms:created xsi:type="dcterms:W3CDTF">2011-04-14T02:20:00Z</dcterms:created>
  <dcterms:modified xsi:type="dcterms:W3CDTF">2011-04-14T02:20:00Z</dcterms:modified>
</cp:coreProperties>
</file>